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7D256" w14:textId="77777777" w:rsidR="00354C5C" w:rsidRDefault="00354C5C" w:rsidP="006E5C6C">
      <w:bookmarkStart w:id="0" w:name="_GoBack"/>
      <w:bookmarkEnd w:id="0"/>
      <w:r>
        <w:t xml:space="preserve">Příloha č. </w:t>
      </w:r>
      <w:r w:rsidR="00B87D91">
        <w:t>1</w:t>
      </w:r>
      <w:r>
        <w:t xml:space="preserve"> Výzvy k podání nabídky</w:t>
      </w:r>
    </w:p>
    <w:p w14:paraId="1F9CF8EC" w14:textId="1175993A" w:rsidR="008B1A2C" w:rsidRPr="00F10DC5" w:rsidRDefault="008B1A2C" w:rsidP="00B87D91">
      <w:pPr>
        <w:rPr>
          <w:b/>
          <w:color w:val="FF5200" w:themeColor="accent2"/>
          <w:sz w:val="28"/>
          <w:szCs w:val="28"/>
        </w:rPr>
      </w:pPr>
      <w:r w:rsidRPr="00F10DC5">
        <w:rPr>
          <w:b/>
          <w:color w:val="FF5200" w:themeColor="accent2"/>
          <w:sz w:val="28"/>
          <w:szCs w:val="28"/>
        </w:rPr>
        <w:t>Krycí list nabídky</w:t>
      </w:r>
      <w:r w:rsidR="0031280B" w:rsidRPr="00F10DC5">
        <w:rPr>
          <w:b/>
          <w:color w:val="FF5200" w:themeColor="accent2"/>
          <w:sz w:val="28"/>
          <w:szCs w:val="28"/>
        </w:rPr>
        <w:t xml:space="preserve"> k veřejné zakázce s názvem „</w:t>
      </w:r>
      <w:r w:rsidR="00761A82">
        <w:rPr>
          <w:b/>
          <w:color w:val="FF5200" w:themeColor="accent2"/>
          <w:sz w:val="28"/>
          <w:szCs w:val="28"/>
        </w:rPr>
        <w:t>Mazací prostřed</w:t>
      </w:r>
      <w:r w:rsidR="006747CF">
        <w:rPr>
          <w:b/>
          <w:color w:val="FF5200" w:themeColor="accent2"/>
          <w:sz w:val="28"/>
          <w:szCs w:val="28"/>
        </w:rPr>
        <w:t>ky</w:t>
      </w:r>
      <w:r w:rsidR="00761A82">
        <w:rPr>
          <w:b/>
          <w:color w:val="FF5200" w:themeColor="accent2"/>
          <w:sz w:val="28"/>
          <w:szCs w:val="28"/>
        </w:rPr>
        <w:t xml:space="preserve"> k ošetřování kluzných stoliček a závěrů výhybek </w:t>
      </w:r>
      <w:r w:rsidR="006747CF">
        <w:rPr>
          <w:b/>
          <w:color w:val="FF5200" w:themeColor="accent2"/>
          <w:sz w:val="28"/>
          <w:szCs w:val="28"/>
        </w:rPr>
        <w:t>Biosynt a Divinol - 2021</w:t>
      </w:r>
      <w:r w:rsidR="0031280B" w:rsidRPr="00F10DC5">
        <w:rPr>
          <w:b/>
          <w:color w:val="FF5200" w:themeColor="accent2"/>
          <w:sz w:val="28"/>
          <w:szCs w:val="28"/>
        </w:rPr>
        <w:t>“</w:t>
      </w:r>
      <w:r w:rsidR="000128D4" w:rsidRPr="00F10DC5">
        <w:rPr>
          <w:b/>
          <w:color w:val="FF5200" w:themeColor="accent2"/>
          <w:sz w:val="28"/>
          <w:szCs w:val="28"/>
        </w:rPr>
        <w:t xml:space="preserve"> vedené pod </w:t>
      </w:r>
      <w:r w:rsidR="000128D4" w:rsidRPr="00F10DC5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 xml:space="preserve">č.j. </w:t>
      </w:r>
      <w:r w:rsidR="006747CF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1182/2021</w:t>
      </w:r>
      <w:r w:rsidR="00F10DC5" w:rsidRPr="00F10DC5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E31EC96" w14:textId="77777777" w:rsidR="007A008C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6C4E1037" w14:textId="35A4AD8B" w:rsidR="007A008C" w:rsidRDefault="00D21E6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5543092" w:history="1">
            <w:r w:rsidR="007A008C" w:rsidRPr="00B73E6F">
              <w:rPr>
                <w:rStyle w:val="Hypertextovodkaz"/>
                <w:noProof/>
              </w:rPr>
              <w:t>Kapitola 1.</w:t>
            </w:r>
            <w:r w:rsidR="007A008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A008C" w:rsidRPr="00B73E6F">
              <w:rPr>
                <w:rStyle w:val="Hypertextovodkaz"/>
                <w:noProof/>
              </w:rPr>
              <w:t>Základní údaje k nabídce</w:t>
            </w:r>
            <w:r w:rsidR="007A008C">
              <w:rPr>
                <w:noProof/>
                <w:webHidden/>
              </w:rPr>
              <w:tab/>
            </w:r>
            <w:r w:rsidR="007A008C">
              <w:rPr>
                <w:noProof/>
                <w:webHidden/>
              </w:rPr>
              <w:fldChar w:fldCharType="begin"/>
            </w:r>
            <w:r w:rsidR="007A008C">
              <w:rPr>
                <w:noProof/>
                <w:webHidden/>
              </w:rPr>
              <w:instrText xml:space="preserve"> PAGEREF _Toc45543092 \h </w:instrText>
            </w:r>
            <w:r w:rsidR="007A008C">
              <w:rPr>
                <w:noProof/>
                <w:webHidden/>
              </w:rPr>
            </w:r>
            <w:r w:rsidR="007A008C">
              <w:rPr>
                <w:noProof/>
                <w:webHidden/>
              </w:rPr>
              <w:fldChar w:fldCharType="separate"/>
            </w:r>
            <w:r w:rsidR="008D650B">
              <w:rPr>
                <w:noProof/>
                <w:webHidden/>
              </w:rPr>
              <w:t>2</w:t>
            </w:r>
            <w:r w:rsidR="007A008C">
              <w:rPr>
                <w:noProof/>
                <w:webHidden/>
              </w:rPr>
              <w:fldChar w:fldCharType="end"/>
            </w:r>
          </w:hyperlink>
        </w:p>
        <w:p w14:paraId="09D10EB6" w14:textId="5CA58D59" w:rsidR="007A008C" w:rsidRDefault="008D650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5543093" w:history="1">
            <w:r w:rsidR="007A008C" w:rsidRPr="00B73E6F">
              <w:rPr>
                <w:rStyle w:val="Hypertextovodkaz"/>
                <w:noProof/>
              </w:rPr>
              <w:t>Kapitola 2.</w:t>
            </w:r>
            <w:r w:rsidR="007A008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A008C" w:rsidRPr="00B73E6F">
              <w:rPr>
                <w:rStyle w:val="Hypertextovodkaz"/>
                <w:noProof/>
              </w:rPr>
              <w:t>Čestné prohlášení o splnění základní způsobilosti</w:t>
            </w:r>
            <w:r w:rsidR="007A008C">
              <w:rPr>
                <w:noProof/>
                <w:webHidden/>
              </w:rPr>
              <w:tab/>
            </w:r>
            <w:r w:rsidR="007A008C">
              <w:rPr>
                <w:noProof/>
                <w:webHidden/>
              </w:rPr>
              <w:fldChar w:fldCharType="begin"/>
            </w:r>
            <w:r w:rsidR="007A008C">
              <w:rPr>
                <w:noProof/>
                <w:webHidden/>
              </w:rPr>
              <w:instrText xml:space="preserve"> PAGEREF _Toc45543093 \h </w:instrText>
            </w:r>
            <w:r w:rsidR="007A008C">
              <w:rPr>
                <w:noProof/>
                <w:webHidden/>
              </w:rPr>
            </w:r>
            <w:r w:rsidR="007A008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7A008C">
              <w:rPr>
                <w:noProof/>
                <w:webHidden/>
              </w:rPr>
              <w:fldChar w:fldCharType="end"/>
            </w:r>
          </w:hyperlink>
        </w:p>
        <w:p w14:paraId="342E11FE" w14:textId="003055A5" w:rsidR="007A008C" w:rsidRDefault="008D650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5543094" w:history="1">
            <w:r w:rsidR="007A008C" w:rsidRPr="00B73E6F">
              <w:rPr>
                <w:rStyle w:val="Hypertextovodkaz"/>
                <w:noProof/>
              </w:rPr>
              <w:t>Kapitola 3.</w:t>
            </w:r>
            <w:r w:rsidR="007A008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A008C" w:rsidRPr="00B73E6F">
              <w:rPr>
                <w:rStyle w:val="Hypertextovodkaz"/>
                <w:noProof/>
              </w:rPr>
              <w:t>Čestné prohlášení účastníka k neuzavření zakázaných dohod</w:t>
            </w:r>
            <w:r w:rsidR="007A008C">
              <w:rPr>
                <w:noProof/>
                <w:webHidden/>
              </w:rPr>
              <w:tab/>
            </w:r>
            <w:r w:rsidR="007A008C">
              <w:rPr>
                <w:noProof/>
                <w:webHidden/>
              </w:rPr>
              <w:fldChar w:fldCharType="begin"/>
            </w:r>
            <w:r w:rsidR="007A008C">
              <w:rPr>
                <w:noProof/>
                <w:webHidden/>
              </w:rPr>
              <w:instrText xml:space="preserve"> PAGEREF _Toc45543094 \h </w:instrText>
            </w:r>
            <w:r w:rsidR="007A008C">
              <w:rPr>
                <w:noProof/>
                <w:webHidden/>
              </w:rPr>
            </w:r>
            <w:r w:rsidR="007A008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7A008C">
              <w:rPr>
                <w:noProof/>
                <w:webHidden/>
              </w:rPr>
              <w:fldChar w:fldCharType="end"/>
            </w:r>
          </w:hyperlink>
        </w:p>
        <w:p w14:paraId="63EE92A9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527D48D7" w14:textId="77777777" w:rsidR="0031280B" w:rsidRDefault="0031280B">
      <w:r>
        <w:br w:type="page"/>
      </w:r>
    </w:p>
    <w:p w14:paraId="2B604C14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45543092"/>
      <w:r>
        <w:lastRenderedPageBreak/>
        <w:t>Základní údaje k nabídce</w:t>
      </w:r>
      <w:bookmarkEnd w:id="1"/>
    </w:p>
    <w:p w14:paraId="28536B4A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2347CF6D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14ED3E66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6C7F929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75269166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63A4F64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A8813B9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61698090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277604C8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5A238C8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6B693F7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FB4F7AC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1C8E5EEC" w14:textId="77777777" w:rsidR="008B1A2C" w:rsidRDefault="008B1A2C" w:rsidP="008B1A2C"/>
    <w:p w14:paraId="4F255754" w14:textId="706C4955" w:rsidR="00761A82" w:rsidRDefault="00761A82" w:rsidP="00761A82">
      <w:r>
        <w:t xml:space="preserve">Účastník prohlašuje, že veškeré údaje </w:t>
      </w:r>
      <w:r w:rsidRPr="00761A82">
        <w:t xml:space="preserve">uvedené v tomto krycím listu, který je přílohou č. 1 Výzvy k podání nabídky na veřejnou zakázku zadávanou jako </w:t>
      </w:r>
      <w:r w:rsidRPr="00761A82">
        <w:rPr>
          <w:rFonts w:eastAsia="Times New Roman" w:cs="Times New Roman"/>
          <w:lang w:eastAsia="cs-CZ"/>
        </w:rPr>
        <w:t xml:space="preserve">podlimitní sektorovou veřejnou zakázku, </w:t>
      </w:r>
      <w:r w:rsidRPr="00761A82">
        <w:t>jsou pravdivé, úplné a odpovídají skutečnosti. Účastník si</w:t>
      </w:r>
      <w:r>
        <w:t xml:space="preserve"> je vědom důsledků záměrného uvedení nepravdivých údajů, které v rovině tohoto zadávacího řízení mohou vést až k vyloučení Účastníka ze zadávacího řízení.</w:t>
      </w:r>
    </w:p>
    <w:p w14:paraId="4A2762CB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2DDCA28D" w14:textId="77777777" w:rsidR="006747CF" w:rsidRDefault="006747CF" w:rsidP="006747CF">
      <w:r w:rsidRPr="00F24FBF">
        <w:t xml:space="preserve">Účastník uvede ceny dle požadavků v čl. 10 Výzvy k podání nabídky. </w:t>
      </w:r>
    </w:p>
    <w:tbl>
      <w:tblPr>
        <w:tblW w:w="86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0"/>
        <w:gridCol w:w="1653"/>
        <w:gridCol w:w="1400"/>
        <w:gridCol w:w="1834"/>
      </w:tblGrid>
      <w:tr w:rsidR="006747CF" w:rsidRPr="006747CF" w14:paraId="4644508D" w14:textId="77777777" w:rsidTr="006747CF">
        <w:trPr>
          <w:trHeight w:val="285"/>
        </w:trPr>
        <w:tc>
          <w:tcPr>
            <w:tcW w:w="3760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40A572C" w14:textId="77777777" w:rsidR="006747CF" w:rsidRPr="006747CF" w:rsidRDefault="006747CF" w:rsidP="006747CF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lang w:eastAsia="cs-CZ"/>
              </w:rPr>
            </w:pPr>
            <w:r w:rsidRPr="006747CF">
              <w:rPr>
                <w:rFonts w:ascii="Verdana" w:eastAsia="Times New Roman" w:hAnsi="Verdana" w:cs="Calibri"/>
                <w:b/>
                <w:bCs/>
                <w:color w:val="000000"/>
                <w:lang w:eastAsia="cs-CZ"/>
              </w:rPr>
              <w:t>Označení, název</w:t>
            </w:r>
          </w:p>
        </w:tc>
        <w:tc>
          <w:tcPr>
            <w:tcW w:w="165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BBF234E" w14:textId="77777777" w:rsidR="006747CF" w:rsidRPr="006747CF" w:rsidRDefault="006747CF" w:rsidP="006747C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lang w:eastAsia="cs-CZ"/>
              </w:rPr>
            </w:pPr>
            <w:r w:rsidRPr="006747CF">
              <w:rPr>
                <w:rFonts w:ascii="Verdana" w:eastAsia="Times New Roman" w:hAnsi="Verdana" w:cs="Calibri"/>
                <w:b/>
                <w:bCs/>
                <w:color w:val="000000"/>
                <w:lang w:eastAsia="cs-CZ"/>
              </w:rPr>
              <w:t>Předpokládané množství (l/kg)</w:t>
            </w:r>
          </w:p>
        </w:tc>
        <w:tc>
          <w:tcPr>
            <w:tcW w:w="14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EBA2586" w14:textId="77777777" w:rsidR="006747CF" w:rsidRPr="006747CF" w:rsidRDefault="006747CF" w:rsidP="006747C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lang w:eastAsia="cs-CZ"/>
              </w:rPr>
            </w:pPr>
            <w:r w:rsidRPr="006747CF">
              <w:rPr>
                <w:rFonts w:ascii="Verdana" w:eastAsia="Times New Roman" w:hAnsi="Verdana" w:cs="Calibri"/>
                <w:b/>
                <w:bCs/>
                <w:color w:val="000000"/>
                <w:lang w:eastAsia="cs-CZ"/>
              </w:rPr>
              <w:t>Cena za 1 l/kg (v Kč bez DPH)</w:t>
            </w:r>
          </w:p>
        </w:tc>
        <w:tc>
          <w:tcPr>
            <w:tcW w:w="183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263E7CBE" w14:textId="77777777" w:rsidR="006747CF" w:rsidRPr="006747CF" w:rsidRDefault="006747CF" w:rsidP="006747C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lang w:eastAsia="cs-CZ"/>
              </w:rPr>
            </w:pPr>
            <w:r w:rsidRPr="006747CF">
              <w:rPr>
                <w:rFonts w:ascii="Verdana" w:eastAsia="Times New Roman" w:hAnsi="Verdana" w:cs="Calibri"/>
                <w:b/>
                <w:bCs/>
                <w:color w:val="000000"/>
                <w:lang w:eastAsia="cs-CZ"/>
              </w:rPr>
              <w:t>Celková nabídková cena v Kč bez DPH</w:t>
            </w:r>
          </w:p>
        </w:tc>
      </w:tr>
      <w:tr w:rsidR="006747CF" w:rsidRPr="006747CF" w14:paraId="333C2879" w14:textId="77777777" w:rsidTr="006747CF">
        <w:trPr>
          <w:trHeight w:val="675"/>
        </w:trPr>
        <w:tc>
          <w:tcPr>
            <w:tcW w:w="376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30EA9" w14:textId="77777777" w:rsidR="006747CF" w:rsidRPr="006747CF" w:rsidRDefault="006747CF" w:rsidP="006747CF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65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63047" w14:textId="77777777" w:rsidR="006747CF" w:rsidRPr="006747CF" w:rsidRDefault="006747CF" w:rsidP="006747CF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4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6E730" w14:textId="77777777" w:rsidR="006747CF" w:rsidRPr="006747CF" w:rsidRDefault="006747CF" w:rsidP="006747CF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8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06FFCA6" w14:textId="77777777" w:rsidR="006747CF" w:rsidRPr="006747CF" w:rsidRDefault="006747CF" w:rsidP="006747CF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lang w:eastAsia="cs-CZ"/>
              </w:rPr>
            </w:pPr>
          </w:p>
        </w:tc>
      </w:tr>
      <w:tr w:rsidR="006747CF" w:rsidRPr="006747CF" w14:paraId="23A2924F" w14:textId="77777777" w:rsidTr="006747CF">
        <w:trPr>
          <w:trHeight w:val="450"/>
        </w:trPr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97E54" w14:textId="77777777" w:rsidR="006747CF" w:rsidRPr="006747CF" w:rsidRDefault="006747CF" w:rsidP="006747C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cs-CZ"/>
              </w:rPr>
            </w:pPr>
            <w:r w:rsidRPr="006747CF">
              <w:rPr>
                <w:rFonts w:ascii="Verdana" w:eastAsia="Times New Roman" w:hAnsi="Verdana" w:cs="Calibri"/>
                <w:color w:val="000000"/>
                <w:lang w:eastAsia="cs-CZ"/>
              </w:rPr>
              <w:t>Biosynt 40V (v litrech)</w:t>
            </w:r>
          </w:p>
        </w:tc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0243A" w14:textId="7EE1E8C8" w:rsidR="006747CF" w:rsidRPr="006747CF" w:rsidRDefault="006747CF" w:rsidP="006747C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lang w:eastAsia="cs-CZ"/>
              </w:rPr>
            </w:pPr>
            <w:r>
              <w:rPr>
                <w:rFonts w:ascii="Verdana" w:eastAsia="Times New Roman" w:hAnsi="Verdana" w:cs="Calibri"/>
                <w:color w:val="000000"/>
                <w:lang w:eastAsia="cs-CZ"/>
              </w:rPr>
              <w:t>17 500</w:t>
            </w:r>
            <w:r w:rsidRPr="006747CF">
              <w:rPr>
                <w:rFonts w:ascii="Verdana" w:eastAsia="Times New Roman" w:hAnsi="Verdana" w:cs="Calibri"/>
                <w:color w:val="000000"/>
                <w:lang w:eastAsia="cs-CZ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A7207" w14:textId="77777777" w:rsidR="006747CF" w:rsidRPr="006747CF" w:rsidRDefault="006747CF" w:rsidP="006747C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cs-CZ"/>
              </w:rPr>
            </w:pPr>
            <w:r w:rsidRPr="006747CF">
              <w:rPr>
                <w:rFonts w:ascii="Verdana" w:eastAsia="Times New Roman" w:hAnsi="Verdana" w:cs="Calibri"/>
                <w:color w:val="000000"/>
                <w:lang w:eastAsia="cs-CZ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154FC8" w14:textId="77777777" w:rsidR="006747CF" w:rsidRPr="006747CF" w:rsidRDefault="006747CF" w:rsidP="006747C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FF0000"/>
                <w:lang w:eastAsia="cs-CZ"/>
              </w:rPr>
            </w:pPr>
            <w:r w:rsidRPr="006747CF">
              <w:rPr>
                <w:rFonts w:ascii="Verdana" w:eastAsia="Times New Roman" w:hAnsi="Verdana" w:cs="Calibri"/>
                <w:color w:val="FF0000"/>
                <w:lang w:eastAsia="cs-CZ"/>
              </w:rPr>
              <w:t> </w:t>
            </w:r>
          </w:p>
        </w:tc>
      </w:tr>
      <w:tr w:rsidR="006747CF" w:rsidRPr="006747CF" w14:paraId="0C7B8095" w14:textId="77777777" w:rsidTr="006747CF">
        <w:trPr>
          <w:trHeight w:val="450"/>
        </w:trPr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3B4B2" w14:textId="77777777" w:rsidR="006747CF" w:rsidRPr="006747CF" w:rsidRDefault="006747CF" w:rsidP="006747C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cs-CZ"/>
              </w:rPr>
            </w:pPr>
            <w:r w:rsidRPr="006747CF">
              <w:rPr>
                <w:rFonts w:ascii="Verdana" w:eastAsia="Times New Roman" w:hAnsi="Verdana" w:cs="Calibri"/>
                <w:color w:val="000000"/>
                <w:lang w:eastAsia="cs-CZ"/>
              </w:rPr>
              <w:t>Biosynt 40V/H (v litrech)</w:t>
            </w:r>
          </w:p>
        </w:tc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7DBE5" w14:textId="3E2EAC3C" w:rsidR="006747CF" w:rsidRPr="006747CF" w:rsidRDefault="006747CF" w:rsidP="006747C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lang w:eastAsia="cs-CZ"/>
              </w:rPr>
            </w:pPr>
            <w:r w:rsidRPr="006747CF">
              <w:rPr>
                <w:rFonts w:ascii="Verdana" w:eastAsia="Times New Roman" w:hAnsi="Verdana" w:cs="Calibri"/>
                <w:color w:val="000000"/>
                <w:lang w:eastAsia="cs-CZ"/>
              </w:rPr>
              <w:t> </w:t>
            </w:r>
            <w:r>
              <w:rPr>
                <w:rFonts w:ascii="Verdana" w:eastAsia="Times New Roman" w:hAnsi="Verdana" w:cs="Calibri"/>
                <w:color w:val="000000"/>
                <w:lang w:eastAsia="cs-CZ"/>
              </w:rPr>
              <w:t>1 500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BA1C1" w14:textId="77777777" w:rsidR="006747CF" w:rsidRPr="006747CF" w:rsidRDefault="006747CF" w:rsidP="006747C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cs-CZ"/>
              </w:rPr>
            </w:pPr>
            <w:r w:rsidRPr="006747CF">
              <w:rPr>
                <w:rFonts w:ascii="Verdana" w:eastAsia="Times New Roman" w:hAnsi="Verdana" w:cs="Calibri"/>
                <w:color w:val="000000"/>
                <w:lang w:eastAsia="cs-CZ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89407A" w14:textId="77777777" w:rsidR="006747CF" w:rsidRPr="006747CF" w:rsidRDefault="006747CF" w:rsidP="006747C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FF0000"/>
                <w:lang w:eastAsia="cs-CZ"/>
              </w:rPr>
            </w:pPr>
            <w:r w:rsidRPr="006747CF">
              <w:rPr>
                <w:rFonts w:ascii="Verdana" w:eastAsia="Times New Roman" w:hAnsi="Verdana" w:cs="Calibri"/>
                <w:color w:val="FF0000"/>
                <w:lang w:eastAsia="cs-CZ"/>
              </w:rPr>
              <w:t> </w:t>
            </w:r>
          </w:p>
        </w:tc>
      </w:tr>
      <w:tr w:rsidR="006747CF" w:rsidRPr="006747CF" w14:paraId="68FE76DD" w14:textId="77777777" w:rsidTr="006747CF">
        <w:trPr>
          <w:trHeight w:val="450"/>
        </w:trPr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09C0F" w14:textId="77777777" w:rsidR="006747CF" w:rsidRPr="006747CF" w:rsidRDefault="006747CF" w:rsidP="006747C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cs-CZ"/>
              </w:rPr>
            </w:pPr>
            <w:r w:rsidRPr="006747CF">
              <w:rPr>
                <w:rFonts w:ascii="Verdana" w:eastAsia="Times New Roman" w:hAnsi="Verdana" w:cs="Calibri"/>
                <w:color w:val="000000"/>
                <w:lang w:eastAsia="cs-CZ"/>
              </w:rPr>
              <w:t>Divinol Trackswitch Grease W  (v kg)</w:t>
            </w:r>
          </w:p>
        </w:tc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FD3AD" w14:textId="52672E7A" w:rsidR="006747CF" w:rsidRPr="006747CF" w:rsidRDefault="006747CF" w:rsidP="006747C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lang w:eastAsia="cs-CZ"/>
              </w:rPr>
            </w:pPr>
            <w:r>
              <w:rPr>
                <w:rFonts w:ascii="Verdana" w:eastAsia="Times New Roman" w:hAnsi="Verdana" w:cs="Calibri"/>
                <w:color w:val="000000"/>
                <w:lang w:eastAsia="cs-CZ"/>
              </w:rPr>
              <w:t>13 500</w:t>
            </w:r>
            <w:r w:rsidRPr="006747CF">
              <w:rPr>
                <w:rFonts w:ascii="Verdana" w:eastAsia="Times New Roman" w:hAnsi="Verdana" w:cs="Calibri"/>
                <w:color w:val="000000"/>
                <w:lang w:eastAsia="cs-CZ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860CE" w14:textId="77777777" w:rsidR="006747CF" w:rsidRPr="006747CF" w:rsidRDefault="006747CF" w:rsidP="006747C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cs-CZ"/>
              </w:rPr>
            </w:pPr>
            <w:r w:rsidRPr="006747CF">
              <w:rPr>
                <w:rFonts w:ascii="Verdana" w:eastAsia="Times New Roman" w:hAnsi="Verdana" w:cs="Calibri"/>
                <w:color w:val="000000"/>
                <w:lang w:eastAsia="cs-CZ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4660DB" w14:textId="77777777" w:rsidR="006747CF" w:rsidRPr="006747CF" w:rsidRDefault="006747CF" w:rsidP="006747C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FF0000"/>
                <w:lang w:eastAsia="cs-CZ"/>
              </w:rPr>
            </w:pPr>
            <w:r w:rsidRPr="006747CF">
              <w:rPr>
                <w:rFonts w:ascii="Verdana" w:eastAsia="Times New Roman" w:hAnsi="Verdana" w:cs="Calibri"/>
                <w:color w:val="FF0000"/>
                <w:lang w:eastAsia="cs-CZ"/>
              </w:rPr>
              <w:t> </w:t>
            </w:r>
          </w:p>
        </w:tc>
      </w:tr>
    </w:tbl>
    <w:p w14:paraId="6EAB0FBE" w14:textId="6ABA3B52" w:rsidR="00F24FBF" w:rsidRDefault="00F24FBF" w:rsidP="008B1A2C"/>
    <w:p w14:paraId="0582A36A" w14:textId="3C8F3443" w:rsidR="007818EB" w:rsidRDefault="007818EB" w:rsidP="008B1A2C"/>
    <w:p w14:paraId="5CD4BFB6" w14:textId="7A046C7A" w:rsidR="007818EB" w:rsidRDefault="007818EB" w:rsidP="008B1A2C"/>
    <w:p w14:paraId="16C2723E" w14:textId="58BC592C" w:rsidR="007818EB" w:rsidRDefault="007818EB" w:rsidP="008B1A2C"/>
    <w:p w14:paraId="4CB5D44F" w14:textId="2888667B" w:rsidR="007818EB" w:rsidRDefault="007818EB" w:rsidP="008B1A2C"/>
    <w:p w14:paraId="13D03E2D" w14:textId="4C72EE5C" w:rsidR="007818EB" w:rsidRDefault="007818EB" w:rsidP="008B1A2C"/>
    <w:p w14:paraId="702F142A" w14:textId="275670E0" w:rsidR="00D21E6D" w:rsidRDefault="00D21E6D" w:rsidP="008B1A2C"/>
    <w:p w14:paraId="3A34FE38" w14:textId="7D6E64BA" w:rsidR="00D21E6D" w:rsidRDefault="00D21E6D" w:rsidP="008B1A2C"/>
    <w:p w14:paraId="0F1B3294" w14:textId="77777777" w:rsidR="00D21E6D" w:rsidRDefault="00D21E6D" w:rsidP="008B1A2C"/>
    <w:p w14:paraId="23C2CFB6" w14:textId="576FA2F6" w:rsidR="007818EB" w:rsidRDefault="007818EB" w:rsidP="008B1A2C"/>
    <w:p w14:paraId="70CB93C9" w14:textId="77777777" w:rsidR="007818EB" w:rsidRDefault="007818EB" w:rsidP="008B1A2C"/>
    <w:p w14:paraId="5153A42C" w14:textId="12C8E1A3" w:rsidR="00F10DC5" w:rsidRDefault="00F10DC5" w:rsidP="008B1A2C"/>
    <w:p w14:paraId="10CE005B" w14:textId="77777777" w:rsidR="008B1A2C" w:rsidRPr="008B1A2C" w:rsidRDefault="00C228EE" w:rsidP="008B1A2C">
      <w:r w:rsidRPr="006E5C6C">
        <w:rPr>
          <w:b/>
        </w:rPr>
        <w:lastRenderedPageBreak/>
        <w:t>ÚDAJE O MOŽNOSTI ELEKTRONICKÉHO UZAVŘENÍ SMLOUVY</w:t>
      </w:r>
      <w:r>
        <w:t>:</w:t>
      </w:r>
    </w:p>
    <w:p w14:paraId="49F06AC4" w14:textId="77777777" w:rsidR="00996617" w:rsidRDefault="00996617" w:rsidP="00996617">
      <w:pPr>
        <w:tabs>
          <w:tab w:val="left" w:pos="7125"/>
        </w:tabs>
        <w:sectPr w:rsidR="00996617" w:rsidSect="004A670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273CB486" w14:textId="77777777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36634F">
        <w:t xml:space="preserve"> elektronický</w:t>
      </w:r>
      <w:r w:rsidR="00C228EE">
        <w:t>m</w:t>
      </w:r>
      <w:r w:rsidR="0036634F">
        <w:t xml:space="preserve"> podpis</w:t>
      </w:r>
      <w:r w:rsidR="00C228EE">
        <w:t>em</w:t>
      </w:r>
      <w:r w:rsidR="00996617">
        <w:t>?</w:t>
      </w:r>
      <w:r w:rsidR="0036634F">
        <w:t xml:space="preserve"> </w:t>
      </w:r>
    </w:p>
    <w:p w14:paraId="5EE651EB" w14:textId="77777777" w:rsidR="009771C9" w:rsidRDefault="009771C9" w:rsidP="00996617">
      <w:pPr>
        <w:tabs>
          <w:tab w:val="left" w:pos="7125"/>
        </w:tabs>
        <w:spacing w:after="0"/>
      </w:pPr>
    </w:p>
    <w:p w14:paraId="44E18B06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1B9F392D" w14:textId="77777777" w:rsidR="00654420" w:rsidRDefault="00654420" w:rsidP="00996617">
      <w:pPr>
        <w:tabs>
          <w:tab w:val="left" w:pos="7125"/>
        </w:tabs>
        <w:spacing w:after="0"/>
      </w:pPr>
    </w:p>
    <w:p w14:paraId="2729B78D" w14:textId="77777777" w:rsidR="00D21E6D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488B02AA" w14:textId="77777777" w:rsidR="00D21E6D" w:rsidRDefault="00D21E6D" w:rsidP="00996617">
      <w:pPr>
        <w:tabs>
          <w:tab w:val="left" w:pos="7125"/>
        </w:tabs>
        <w:spacing w:after="0"/>
      </w:pPr>
    </w:p>
    <w:p w14:paraId="7D6874AD" w14:textId="77777777" w:rsidR="00D21E6D" w:rsidRDefault="00D21E6D" w:rsidP="00996617">
      <w:pPr>
        <w:tabs>
          <w:tab w:val="left" w:pos="7125"/>
        </w:tabs>
        <w:spacing w:after="0"/>
      </w:pPr>
    </w:p>
    <w:p w14:paraId="72D0A9CA" w14:textId="77777777" w:rsidR="00D21E6D" w:rsidRDefault="00D21E6D" w:rsidP="00996617">
      <w:pPr>
        <w:tabs>
          <w:tab w:val="left" w:pos="7125"/>
        </w:tabs>
        <w:spacing w:after="0"/>
      </w:pPr>
    </w:p>
    <w:p w14:paraId="6CCAE92F" w14:textId="77777777" w:rsidR="00D21E6D" w:rsidRDefault="00D21E6D" w:rsidP="00996617">
      <w:pPr>
        <w:tabs>
          <w:tab w:val="left" w:pos="7125"/>
        </w:tabs>
        <w:spacing w:after="0"/>
      </w:pPr>
    </w:p>
    <w:p w14:paraId="0B41914D" w14:textId="77777777" w:rsidR="00D21E6D" w:rsidRDefault="00D21E6D" w:rsidP="00996617">
      <w:pPr>
        <w:tabs>
          <w:tab w:val="left" w:pos="7125"/>
        </w:tabs>
        <w:spacing w:after="0"/>
      </w:pPr>
    </w:p>
    <w:p w14:paraId="28DB3834" w14:textId="77777777" w:rsidR="00D21E6D" w:rsidRDefault="00D21E6D" w:rsidP="00996617">
      <w:pPr>
        <w:tabs>
          <w:tab w:val="left" w:pos="7125"/>
        </w:tabs>
        <w:spacing w:after="0"/>
      </w:pPr>
    </w:p>
    <w:p w14:paraId="28CA153F" w14:textId="77777777" w:rsidR="00D21E6D" w:rsidRDefault="00D21E6D" w:rsidP="00996617">
      <w:pPr>
        <w:tabs>
          <w:tab w:val="left" w:pos="7125"/>
        </w:tabs>
        <w:spacing w:after="0"/>
      </w:pPr>
    </w:p>
    <w:p w14:paraId="2AD118FF" w14:textId="77777777" w:rsidR="00D21E6D" w:rsidRDefault="00D21E6D" w:rsidP="00996617">
      <w:pPr>
        <w:tabs>
          <w:tab w:val="left" w:pos="7125"/>
        </w:tabs>
        <w:spacing w:after="0"/>
      </w:pPr>
    </w:p>
    <w:p w14:paraId="53E02E23" w14:textId="77777777" w:rsidR="00D21E6D" w:rsidRDefault="00D21E6D" w:rsidP="00996617">
      <w:pPr>
        <w:tabs>
          <w:tab w:val="left" w:pos="7125"/>
        </w:tabs>
        <w:spacing w:after="0"/>
      </w:pPr>
    </w:p>
    <w:p w14:paraId="796F55B0" w14:textId="77777777" w:rsidR="00D21E6D" w:rsidRDefault="00D21E6D" w:rsidP="00996617">
      <w:pPr>
        <w:tabs>
          <w:tab w:val="left" w:pos="7125"/>
        </w:tabs>
        <w:spacing w:after="0"/>
      </w:pPr>
    </w:p>
    <w:p w14:paraId="754E5DE4" w14:textId="77777777" w:rsidR="00D21E6D" w:rsidRDefault="00D21E6D" w:rsidP="00996617">
      <w:pPr>
        <w:tabs>
          <w:tab w:val="left" w:pos="7125"/>
        </w:tabs>
        <w:spacing w:after="0"/>
      </w:pPr>
    </w:p>
    <w:p w14:paraId="11EAE6D2" w14:textId="77777777" w:rsidR="00D21E6D" w:rsidRDefault="00D21E6D" w:rsidP="00996617">
      <w:pPr>
        <w:tabs>
          <w:tab w:val="left" w:pos="7125"/>
        </w:tabs>
        <w:spacing w:after="0"/>
      </w:pPr>
    </w:p>
    <w:p w14:paraId="0ED7BD16" w14:textId="77777777" w:rsidR="00D21E6D" w:rsidRDefault="00D21E6D" w:rsidP="00996617">
      <w:pPr>
        <w:tabs>
          <w:tab w:val="left" w:pos="7125"/>
        </w:tabs>
        <w:spacing w:after="0"/>
      </w:pPr>
    </w:p>
    <w:p w14:paraId="08DED236" w14:textId="77777777" w:rsidR="00D21E6D" w:rsidRDefault="00D21E6D" w:rsidP="00996617">
      <w:pPr>
        <w:tabs>
          <w:tab w:val="left" w:pos="7125"/>
        </w:tabs>
        <w:spacing w:after="0"/>
      </w:pPr>
    </w:p>
    <w:p w14:paraId="78D92BCD" w14:textId="77777777" w:rsidR="00D21E6D" w:rsidRDefault="00D21E6D" w:rsidP="00996617">
      <w:pPr>
        <w:tabs>
          <w:tab w:val="left" w:pos="7125"/>
        </w:tabs>
        <w:spacing w:after="0"/>
      </w:pPr>
    </w:p>
    <w:p w14:paraId="15CAAFA4" w14:textId="77777777" w:rsidR="00D21E6D" w:rsidRDefault="00D21E6D" w:rsidP="00996617">
      <w:pPr>
        <w:tabs>
          <w:tab w:val="left" w:pos="7125"/>
        </w:tabs>
        <w:spacing w:after="0"/>
      </w:pPr>
    </w:p>
    <w:p w14:paraId="6B3098B0" w14:textId="77777777" w:rsidR="00D21E6D" w:rsidRDefault="00D21E6D" w:rsidP="00996617">
      <w:pPr>
        <w:tabs>
          <w:tab w:val="left" w:pos="7125"/>
        </w:tabs>
        <w:spacing w:after="0"/>
      </w:pPr>
    </w:p>
    <w:p w14:paraId="1B3F3F9E" w14:textId="77777777" w:rsidR="00D21E6D" w:rsidRDefault="00D21E6D" w:rsidP="00996617">
      <w:pPr>
        <w:tabs>
          <w:tab w:val="left" w:pos="7125"/>
        </w:tabs>
        <w:spacing w:after="0"/>
      </w:pPr>
    </w:p>
    <w:p w14:paraId="395BD282" w14:textId="77777777" w:rsidR="00D21E6D" w:rsidRDefault="00D21E6D" w:rsidP="00996617">
      <w:pPr>
        <w:tabs>
          <w:tab w:val="left" w:pos="7125"/>
        </w:tabs>
        <w:spacing w:after="0"/>
      </w:pPr>
    </w:p>
    <w:p w14:paraId="75ABDD97" w14:textId="77777777" w:rsidR="00D21E6D" w:rsidRDefault="00D21E6D" w:rsidP="00996617">
      <w:pPr>
        <w:tabs>
          <w:tab w:val="left" w:pos="7125"/>
        </w:tabs>
        <w:spacing w:after="0"/>
      </w:pPr>
    </w:p>
    <w:p w14:paraId="4ED66D88" w14:textId="77777777" w:rsidR="00D21E6D" w:rsidRDefault="00D21E6D" w:rsidP="00996617">
      <w:pPr>
        <w:tabs>
          <w:tab w:val="left" w:pos="7125"/>
        </w:tabs>
        <w:spacing w:after="0"/>
      </w:pPr>
    </w:p>
    <w:p w14:paraId="4ACC454E" w14:textId="77777777" w:rsidR="00D21E6D" w:rsidRDefault="00D21E6D" w:rsidP="00996617">
      <w:pPr>
        <w:tabs>
          <w:tab w:val="left" w:pos="7125"/>
        </w:tabs>
        <w:spacing w:after="0"/>
      </w:pPr>
    </w:p>
    <w:p w14:paraId="6B56F619" w14:textId="77777777" w:rsidR="00D21E6D" w:rsidRDefault="00D21E6D" w:rsidP="00996617">
      <w:pPr>
        <w:tabs>
          <w:tab w:val="left" w:pos="7125"/>
        </w:tabs>
        <w:spacing w:after="0"/>
      </w:pPr>
    </w:p>
    <w:p w14:paraId="3BA2FE45" w14:textId="77777777" w:rsidR="00D21E6D" w:rsidRDefault="00D21E6D" w:rsidP="00996617">
      <w:pPr>
        <w:tabs>
          <w:tab w:val="left" w:pos="7125"/>
        </w:tabs>
        <w:spacing w:after="0"/>
      </w:pPr>
    </w:p>
    <w:p w14:paraId="3ED29FDF" w14:textId="77777777" w:rsidR="00D21E6D" w:rsidRDefault="00D21E6D" w:rsidP="00996617">
      <w:pPr>
        <w:tabs>
          <w:tab w:val="left" w:pos="7125"/>
        </w:tabs>
        <w:spacing w:after="0"/>
      </w:pPr>
    </w:p>
    <w:p w14:paraId="714D8A44" w14:textId="77777777" w:rsidR="00D21E6D" w:rsidRDefault="00D21E6D" w:rsidP="00996617">
      <w:pPr>
        <w:tabs>
          <w:tab w:val="left" w:pos="7125"/>
        </w:tabs>
        <w:spacing w:after="0"/>
      </w:pPr>
    </w:p>
    <w:p w14:paraId="45101017" w14:textId="77777777" w:rsidR="00D21E6D" w:rsidRDefault="00D21E6D" w:rsidP="00996617">
      <w:pPr>
        <w:tabs>
          <w:tab w:val="left" w:pos="7125"/>
        </w:tabs>
        <w:spacing w:after="0"/>
      </w:pPr>
    </w:p>
    <w:p w14:paraId="57ADDABD" w14:textId="77777777" w:rsidR="00D21E6D" w:rsidRDefault="00D21E6D" w:rsidP="00996617">
      <w:pPr>
        <w:tabs>
          <w:tab w:val="left" w:pos="7125"/>
        </w:tabs>
        <w:spacing w:after="0"/>
      </w:pPr>
    </w:p>
    <w:p w14:paraId="19ACD86F" w14:textId="77777777" w:rsidR="00D21E6D" w:rsidRDefault="00D21E6D" w:rsidP="00996617">
      <w:pPr>
        <w:tabs>
          <w:tab w:val="left" w:pos="7125"/>
        </w:tabs>
        <w:spacing w:after="0"/>
      </w:pPr>
    </w:p>
    <w:p w14:paraId="2657253B" w14:textId="77777777" w:rsidR="00D21E6D" w:rsidRDefault="00D21E6D" w:rsidP="00996617">
      <w:pPr>
        <w:tabs>
          <w:tab w:val="left" w:pos="7125"/>
        </w:tabs>
        <w:spacing w:after="0"/>
      </w:pPr>
    </w:p>
    <w:p w14:paraId="0B1DA258" w14:textId="77777777" w:rsidR="00D21E6D" w:rsidRDefault="00D21E6D" w:rsidP="00996617">
      <w:pPr>
        <w:tabs>
          <w:tab w:val="left" w:pos="7125"/>
        </w:tabs>
        <w:spacing w:after="0"/>
      </w:pPr>
    </w:p>
    <w:p w14:paraId="10410F9A" w14:textId="77777777" w:rsidR="00D21E6D" w:rsidRDefault="00D21E6D" w:rsidP="00996617">
      <w:pPr>
        <w:tabs>
          <w:tab w:val="left" w:pos="7125"/>
        </w:tabs>
        <w:spacing w:after="0"/>
      </w:pPr>
    </w:p>
    <w:p w14:paraId="6BCC3DC2" w14:textId="77777777" w:rsidR="00D21E6D" w:rsidRDefault="00D21E6D" w:rsidP="00996617">
      <w:pPr>
        <w:tabs>
          <w:tab w:val="left" w:pos="7125"/>
        </w:tabs>
        <w:spacing w:after="0"/>
      </w:pPr>
    </w:p>
    <w:p w14:paraId="3352D76A" w14:textId="77777777" w:rsidR="00D21E6D" w:rsidRDefault="00D21E6D" w:rsidP="00996617">
      <w:pPr>
        <w:tabs>
          <w:tab w:val="left" w:pos="7125"/>
        </w:tabs>
        <w:spacing w:after="0"/>
      </w:pPr>
    </w:p>
    <w:p w14:paraId="7D0F927A" w14:textId="77777777" w:rsidR="00D21E6D" w:rsidRDefault="00D21E6D" w:rsidP="00996617">
      <w:pPr>
        <w:tabs>
          <w:tab w:val="left" w:pos="7125"/>
        </w:tabs>
        <w:spacing w:after="0"/>
      </w:pPr>
    </w:p>
    <w:p w14:paraId="077E14E7" w14:textId="77777777" w:rsidR="00D21E6D" w:rsidRDefault="00D21E6D" w:rsidP="00996617">
      <w:pPr>
        <w:tabs>
          <w:tab w:val="left" w:pos="7125"/>
        </w:tabs>
        <w:spacing w:after="0"/>
      </w:pPr>
    </w:p>
    <w:p w14:paraId="26800436" w14:textId="77777777" w:rsidR="00D21E6D" w:rsidRDefault="00D21E6D" w:rsidP="00996617">
      <w:pPr>
        <w:tabs>
          <w:tab w:val="left" w:pos="7125"/>
        </w:tabs>
        <w:spacing w:after="0"/>
      </w:pPr>
    </w:p>
    <w:p w14:paraId="08E83A21" w14:textId="77777777" w:rsidR="00D21E6D" w:rsidRDefault="00D21E6D" w:rsidP="00996617">
      <w:pPr>
        <w:tabs>
          <w:tab w:val="left" w:pos="7125"/>
        </w:tabs>
        <w:spacing w:after="0"/>
      </w:pPr>
    </w:p>
    <w:p w14:paraId="29597654" w14:textId="77777777" w:rsidR="00D21E6D" w:rsidRDefault="00D21E6D" w:rsidP="00996617">
      <w:pPr>
        <w:tabs>
          <w:tab w:val="left" w:pos="7125"/>
        </w:tabs>
        <w:spacing w:after="0"/>
      </w:pPr>
    </w:p>
    <w:p w14:paraId="31F60CF5" w14:textId="77777777" w:rsidR="00D21E6D" w:rsidRDefault="00D21E6D" w:rsidP="00996617">
      <w:pPr>
        <w:tabs>
          <w:tab w:val="left" w:pos="7125"/>
        </w:tabs>
        <w:spacing w:after="0"/>
      </w:pPr>
    </w:p>
    <w:p w14:paraId="65108175" w14:textId="77777777" w:rsidR="00D21E6D" w:rsidRDefault="00D21E6D" w:rsidP="00996617">
      <w:pPr>
        <w:tabs>
          <w:tab w:val="left" w:pos="7125"/>
        </w:tabs>
        <w:spacing w:after="0"/>
      </w:pPr>
    </w:p>
    <w:p w14:paraId="46613E93" w14:textId="3F7ACCD3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AA7555" w14:textId="77777777" w:rsidR="00996617" w:rsidRDefault="008D650B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1"/>
      </w:r>
    </w:p>
    <w:p w14:paraId="7563EEE1" w14:textId="77777777" w:rsidR="00E85D44" w:rsidRDefault="00E85D44" w:rsidP="00996617">
      <w:pPr>
        <w:tabs>
          <w:tab w:val="left" w:pos="7125"/>
        </w:tabs>
        <w:spacing w:after="0"/>
      </w:pPr>
    </w:p>
    <w:p w14:paraId="15D02600" w14:textId="77777777" w:rsidR="00E85D44" w:rsidRDefault="00E85D44" w:rsidP="00996617">
      <w:pPr>
        <w:tabs>
          <w:tab w:val="left" w:pos="7125"/>
        </w:tabs>
        <w:spacing w:after="0"/>
      </w:pPr>
    </w:p>
    <w:p w14:paraId="6D4E9601" w14:textId="77777777" w:rsidR="009771C9" w:rsidRDefault="009771C9" w:rsidP="00996617">
      <w:pPr>
        <w:tabs>
          <w:tab w:val="left" w:pos="7125"/>
        </w:tabs>
        <w:spacing w:after="0"/>
      </w:pPr>
    </w:p>
    <w:p w14:paraId="7ADD938E" w14:textId="77777777" w:rsidR="00654420" w:rsidRDefault="00654420" w:rsidP="00996617">
      <w:pPr>
        <w:tabs>
          <w:tab w:val="left" w:pos="7125"/>
        </w:tabs>
        <w:spacing w:after="0"/>
      </w:pPr>
    </w:p>
    <w:p w14:paraId="21729DB5" w14:textId="77777777" w:rsidR="00654420" w:rsidRDefault="00654420" w:rsidP="00996617">
      <w:pPr>
        <w:tabs>
          <w:tab w:val="left" w:pos="7125"/>
        </w:tabs>
        <w:spacing w:after="0"/>
      </w:pPr>
    </w:p>
    <w:p w14:paraId="4518EA9E" w14:textId="77777777" w:rsidR="009771C9" w:rsidRDefault="009771C9" w:rsidP="00996617">
      <w:pPr>
        <w:tabs>
          <w:tab w:val="left" w:pos="7125"/>
        </w:tabs>
        <w:spacing w:after="0"/>
      </w:pPr>
    </w:p>
    <w:p w14:paraId="67ED7C46" w14:textId="77777777" w:rsidR="00E85D44" w:rsidRPr="00E85D44" w:rsidRDefault="008D650B" w:rsidP="00E85D44">
      <w:pPr>
        <w:tabs>
          <w:tab w:val="left" w:pos="7125"/>
        </w:tabs>
        <w:sectPr w:rsidR="00E85D44" w:rsidRPr="00E85D44" w:rsidSect="004A6709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1CC57135" w14:textId="77777777" w:rsidR="00E85D44" w:rsidRDefault="00E85D44" w:rsidP="00996617">
      <w:pPr>
        <w:tabs>
          <w:tab w:val="left" w:pos="7125"/>
        </w:tabs>
        <w:spacing w:after="0"/>
        <w:sectPr w:rsidR="00E85D44" w:rsidSect="004A6709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5D94C7AF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45543093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2FBD5EB7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E759AA" w14:textId="0846E29F" w:rsidR="0031280B" w:rsidRDefault="007A008C" w:rsidP="0031280B">
      <w:pPr>
        <w:rPr>
          <w:lang w:eastAsia="cs-CZ"/>
        </w:rPr>
      </w:pPr>
      <w:r>
        <w:rPr>
          <w:lang w:eastAsia="cs-CZ"/>
        </w:rPr>
        <w:t>ú</w:t>
      </w:r>
      <w:r w:rsidR="0031280B">
        <w:rPr>
          <w:lang w:eastAsia="cs-CZ"/>
        </w:rPr>
        <w:t>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5C6797A9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5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0D32247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57AE66B6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58A740C3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236C613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0FDA55CC" w14:textId="77777777" w:rsidR="0031280B" w:rsidRDefault="0031280B" w:rsidP="0031280B">
      <w:pPr>
        <w:rPr>
          <w:lang w:eastAsia="cs-CZ"/>
        </w:rPr>
      </w:pPr>
    </w:p>
    <w:p w14:paraId="461A2C48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75219055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3AB0657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45543094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731EFC0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06B6F914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347E1CA7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651E08D5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F07A617" w14:textId="6576B74A" w:rsidR="000128D4" w:rsidRDefault="000128D4">
      <w:pPr>
        <w:rPr>
          <w:rFonts w:eastAsia="Times New Roman" w:cs="Times New Roman"/>
          <w:lang w:eastAsia="cs-CZ"/>
        </w:rPr>
      </w:pPr>
    </w:p>
    <w:sectPr w:rsidR="000128D4" w:rsidSect="004A6709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A4C64B" w14:textId="77777777" w:rsidR="0097709B" w:rsidRDefault="0097709B" w:rsidP="00962258">
      <w:pPr>
        <w:spacing w:after="0" w:line="240" w:lineRule="auto"/>
      </w:pPr>
      <w:r>
        <w:separator/>
      </w:r>
    </w:p>
  </w:endnote>
  <w:endnote w:type="continuationSeparator" w:id="0">
    <w:p w14:paraId="14130253" w14:textId="77777777" w:rsidR="0097709B" w:rsidRDefault="0097709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28A0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7FA60F8" w14:textId="5EB5CF9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D650B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D650B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66DB9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0407D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9AE0CA9" w14:textId="77777777" w:rsidR="00F1715C" w:rsidRDefault="00F1715C" w:rsidP="00D831A3">
          <w:pPr>
            <w:pStyle w:val="Zpat"/>
          </w:pPr>
        </w:p>
      </w:tc>
    </w:tr>
  </w:tbl>
  <w:p w14:paraId="12AC2BD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41AE68C2" wp14:editId="098B9F8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54593A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9AF58D" wp14:editId="4C7315B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7F4444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970493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C75B389" w14:textId="7FEA4C0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D650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D650B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A756D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5F01231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5F6EA7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C8DE36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A5A7A4E" w14:textId="330F8682" w:rsidR="00F1715C" w:rsidRDefault="00F1715C" w:rsidP="006747CF">
          <w:pPr>
            <w:pStyle w:val="Zpat"/>
          </w:pPr>
          <w:r>
            <w:t>s</w:t>
          </w:r>
          <w:r w:rsidR="00BD58CB">
            <w:t>pravazeleznic</w:t>
          </w:r>
          <w:r>
            <w:t>.cz</w:t>
          </w:r>
        </w:p>
      </w:tc>
      <w:tc>
        <w:tcPr>
          <w:tcW w:w="2921" w:type="dxa"/>
        </w:tcPr>
        <w:p w14:paraId="6C12D488" w14:textId="77777777" w:rsidR="00F1715C" w:rsidRDefault="00F1715C" w:rsidP="00460660">
          <w:pPr>
            <w:pStyle w:val="Zpat"/>
          </w:pPr>
        </w:p>
      </w:tc>
    </w:tr>
  </w:tbl>
  <w:p w14:paraId="53B5745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7071C93" wp14:editId="7615F9D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A1F1EE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6B6BE093" wp14:editId="441F2C9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0D6740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33DBBCB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96B2D4" w14:textId="77777777" w:rsidR="0097709B" w:rsidRDefault="0097709B" w:rsidP="00962258">
      <w:pPr>
        <w:spacing w:after="0" w:line="240" w:lineRule="auto"/>
      </w:pPr>
      <w:r>
        <w:separator/>
      </w:r>
    </w:p>
  </w:footnote>
  <w:footnote w:type="continuationSeparator" w:id="0">
    <w:p w14:paraId="4A626FF5" w14:textId="77777777" w:rsidR="0097709B" w:rsidRDefault="0097709B" w:rsidP="00962258">
      <w:pPr>
        <w:spacing w:after="0" w:line="240" w:lineRule="auto"/>
      </w:pPr>
      <w:r>
        <w:continuationSeparator/>
      </w:r>
    </w:p>
  </w:footnote>
  <w:footnote w:id="1">
    <w:p w14:paraId="42C45C0B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2">
    <w:p w14:paraId="020BE7B8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EFD3AE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0185C2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195096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D97AE0E" w14:textId="77777777" w:rsidR="00F1715C" w:rsidRPr="00D6163D" w:rsidRDefault="00F1715C" w:rsidP="00D6163D">
          <w:pPr>
            <w:pStyle w:val="Druhdokumentu"/>
          </w:pPr>
        </w:p>
      </w:tc>
    </w:tr>
  </w:tbl>
  <w:p w14:paraId="73C9BEB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D2971" w14:textId="77777777" w:rsidR="00F1715C" w:rsidRPr="00D6163D" w:rsidRDefault="00F1715C" w:rsidP="00FC6389">
    <w:pPr>
      <w:pStyle w:val="Zhlav"/>
      <w:rPr>
        <w:sz w:val="8"/>
        <w:szCs w:val="8"/>
      </w:rPr>
    </w:pPr>
  </w:p>
  <w:p w14:paraId="7C6BA6B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72C1E"/>
    <w:rsid w:val="000A412D"/>
    <w:rsid w:val="000C3A92"/>
    <w:rsid w:val="000E23A7"/>
    <w:rsid w:val="0010693F"/>
    <w:rsid w:val="00114472"/>
    <w:rsid w:val="001550BC"/>
    <w:rsid w:val="001605B9"/>
    <w:rsid w:val="00170EC5"/>
    <w:rsid w:val="001747C1"/>
    <w:rsid w:val="00184743"/>
    <w:rsid w:val="00190137"/>
    <w:rsid w:val="0019184D"/>
    <w:rsid w:val="001F1151"/>
    <w:rsid w:val="001F49FF"/>
    <w:rsid w:val="00205242"/>
    <w:rsid w:val="00207DF5"/>
    <w:rsid w:val="002243A8"/>
    <w:rsid w:val="002305E9"/>
    <w:rsid w:val="0023070F"/>
    <w:rsid w:val="00280E07"/>
    <w:rsid w:val="00293E5A"/>
    <w:rsid w:val="002C31BF"/>
    <w:rsid w:val="002D08B1"/>
    <w:rsid w:val="002E08D2"/>
    <w:rsid w:val="002E0CD7"/>
    <w:rsid w:val="002F50CD"/>
    <w:rsid w:val="00304B06"/>
    <w:rsid w:val="0031280B"/>
    <w:rsid w:val="00321D98"/>
    <w:rsid w:val="00341DCF"/>
    <w:rsid w:val="00354C5C"/>
    <w:rsid w:val="00357BC6"/>
    <w:rsid w:val="0036634F"/>
    <w:rsid w:val="003956C6"/>
    <w:rsid w:val="00441430"/>
    <w:rsid w:val="00450F07"/>
    <w:rsid w:val="00453CD3"/>
    <w:rsid w:val="00460660"/>
    <w:rsid w:val="00486107"/>
    <w:rsid w:val="00491827"/>
    <w:rsid w:val="004A6709"/>
    <w:rsid w:val="004B348C"/>
    <w:rsid w:val="004C4399"/>
    <w:rsid w:val="004C787C"/>
    <w:rsid w:val="004D65B6"/>
    <w:rsid w:val="004E143C"/>
    <w:rsid w:val="004E3A53"/>
    <w:rsid w:val="004F20BC"/>
    <w:rsid w:val="004F4B9B"/>
    <w:rsid w:val="004F69EA"/>
    <w:rsid w:val="00511AB9"/>
    <w:rsid w:val="005124FE"/>
    <w:rsid w:val="00523EA7"/>
    <w:rsid w:val="00553375"/>
    <w:rsid w:val="00557C28"/>
    <w:rsid w:val="005736B7"/>
    <w:rsid w:val="00575E5A"/>
    <w:rsid w:val="005B562B"/>
    <w:rsid w:val="005C145F"/>
    <w:rsid w:val="005D7E39"/>
    <w:rsid w:val="005F1404"/>
    <w:rsid w:val="006048C7"/>
    <w:rsid w:val="0061068E"/>
    <w:rsid w:val="00613242"/>
    <w:rsid w:val="00654420"/>
    <w:rsid w:val="00660AD3"/>
    <w:rsid w:val="006747CF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1A82"/>
    <w:rsid w:val="0076286B"/>
    <w:rsid w:val="00766846"/>
    <w:rsid w:val="0077673A"/>
    <w:rsid w:val="007818EB"/>
    <w:rsid w:val="007846E1"/>
    <w:rsid w:val="007A008C"/>
    <w:rsid w:val="007B570C"/>
    <w:rsid w:val="007B6D10"/>
    <w:rsid w:val="007C589B"/>
    <w:rsid w:val="007E27FE"/>
    <w:rsid w:val="007E4A6E"/>
    <w:rsid w:val="007F56A7"/>
    <w:rsid w:val="00807DD0"/>
    <w:rsid w:val="008659F3"/>
    <w:rsid w:val="00886D4B"/>
    <w:rsid w:val="00895406"/>
    <w:rsid w:val="008A3568"/>
    <w:rsid w:val="008B1A2C"/>
    <w:rsid w:val="008D03B9"/>
    <w:rsid w:val="008D650B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7709B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6177B"/>
    <w:rsid w:val="00A66136"/>
    <w:rsid w:val="00A93A74"/>
    <w:rsid w:val="00AA4CBB"/>
    <w:rsid w:val="00AA65FA"/>
    <w:rsid w:val="00AA7351"/>
    <w:rsid w:val="00AD056F"/>
    <w:rsid w:val="00AD6731"/>
    <w:rsid w:val="00B1007F"/>
    <w:rsid w:val="00B15D0D"/>
    <w:rsid w:val="00B468D2"/>
    <w:rsid w:val="00B75EE1"/>
    <w:rsid w:val="00B77481"/>
    <w:rsid w:val="00B8518B"/>
    <w:rsid w:val="00B87D91"/>
    <w:rsid w:val="00B93EF0"/>
    <w:rsid w:val="00BD58CB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21E6D"/>
    <w:rsid w:val="00D4108E"/>
    <w:rsid w:val="00D6163D"/>
    <w:rsid w:val="00D73D46"/>
    <w:rsid w:val="00D831A3"/>
    <w:rsid w:val="00D868AA"/>
    <w:rsid w:val="00DA17A3"/>
    <w:rsid w:val="00DC75F3"/>
    <w:rsid w:val="00DD46F3"/>
    <w:rsid w:val="00DE1BFA"/>
    <w:rsid w:val="00DE56F2"/>
    <w:rsid w:val="00DF116D"/>
    <w:rsid w:val="00E129AD"/>
    <w:rsid w:val="00E34137"/>
    <w:rsid w:val="00E36C4A"/>
    <w:rsid w:val="00E46950"/>
    <w:rsid w:val="00E85D44"/>
    <w:rsid w:val="00EB104F"/>
    <w:rsid w:val="00EC4AAF"/>
    <w:rsid w:val="00ED14BD"/>
    <w:rsid w:val="00F0533E"/>
    <w:rsid w:val="00F1048D"/>
    <w:rsid w:val="00F10DC5"/>
    <w:rsid w:val="00F12DEC"/>
    <w:rsid w:val="00F1715C"/>
    <w:rsid w:val="00F24FBF"/>
    <w:rsid w:val="00F310F8"/>
    <w:rsid w:val="00F35939"/>
    <w:rsid w:val="00F45607"/>
    <w:rsid w:val="00F4790C"/>
    <w:rsid w:val="00F5558F"/>
    <w:rsid w:val="00F659EB"/>
    <w:rsid w:val="00F76E9F"/>
    <w:rsid w:val="00F86BA6"/>
    <w:rsid w:val="00F95A3A"/>
    <w:rsid w:val="00FB24EF"/>
    <w:rsid w:val="00FC4B68"/>
    <w:rsid w:val="00FC5583"/>
    <w:rsid w:val="00FC6389"/>
    <w:rsid w:val="00FD54F3"/>
    <w:rsid w:val="00FD7D9B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497256A"/>
  <w15:docId w15:val="{93E3996F-852B-4BFF-804A-4A25549AA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3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121C5F6-5D1E-4F11-A8AE-54BA3756D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5</Pages>
  <Words>554</Words>
  <Characters>3273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Pavelková Ivana, Ing.</cp:lastModifiedBy>
  <cp:revision>6</cp:revision>
  <cp:lastPrinted>2021-01-08T10:55:00Z</cp:lastPrinted>
  <dcterms:created xsi:type="dcterms:W3CDTF">2020-10-26T18:42:00Z</dcterms:created>
  <dcterms:modified xsi:type="dcterms:W3CDTF">2021-01-08T10:55:00Z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